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A492A" w14:textId="79377CCA" w:rsidR="00463F67" w:rsidRDefault="00000000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97928B5D5B524DAB855730DA42DC0E2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bookmarkStart w:id="0" w:name="Form_A20"/>
          <w:r w:rsidR="007F09F7" w:rsidRPr="007F09F7">
            <w:rPr>
              <w:kern w:val="32"/>
              <w:szCs w:val="24"/>
            </w:rPr>
            <w:t>Form A20 Safety briefing cards</w:t>
          </w:r>
          <w:bookmarkEnd w:id="0"/>
        </w:sdtContent>
      </w:sdt>
    </w:p>
    <w:p w14:paraId="0A49D0B8" w14:textId="40C0481C" w:rsidR="0014613F" w:rsidRPr="00891FFE" w:rsidRDefault="0014613F" w:rsidP="0014613F">
      <w:pPr>
        <w:rPr>
          <w:rStyle w:val="Authorinstruction"/>
        </w:rPr>
      </w:pPr>
      <w:r w:rsidRPr="00A96FED">
        <w:t>A20.1</w:t>
      </w:r>
      <w:r w:rsidRPr="00A96FED">
        <w:tab/>
      </w:r>
      <w:r w:rsidR="008B2A16">
        <w:rPr>
          <w:rStyle w:val="Authorinstruction"/>
        </w:rPr>
        <w:t>XXXX</w:t>
      </w:r>
    </w:p>
    <w:p w14:paraId="4CD8C7B5" w14:textId="7727CA07" w:rsidR="0014613F" w:rsidRPr="00891FFE" w:rsidRDefault="0014613F" w:rsidP="0014613F">
      <w:pPr>
        <w:rPr>
          <w:rStyle w:val="Authorinstruction"/>
        </w:rPr>
      </w:pPr>
      <w:r w:rsidRPr="00891FFE">
        <w:rPr>
          <w:rStyle w:val="Authorinstruction"/>
        </w:rPr>
        <w:t>A20.</w:t>
      </w:r>
      <w:r w:rsidR="008B2A16">
        <w:rPr>
          <w:rStyle w:val="Authorinstruction"/>
        </w:rPr>
        <w:t>2</w:t>
      </w:r>
      <w:r w:rsidRPr="00891FFE">
        <w:rPr>
          <w:rStyle w:val="Authorinstruction"/>
        </w:rPr>
        <w:tab/>
      </w:r>
      <w:r w:rsidR="008B2A16">
        <w:rPr>
          <w:rStyle w:val="Authorinstruction"/>
        </w:rPr>
        <w:t>XXXX</w:t>
      </w:r>
    </w:p>
    <w:p w14:paraId="337252AE" w14:textId="2799BC16" w:rsidR="0014613F" w:rsidRPr="00891FFE" w:rsidRDefault="0014613F" w:rsidP="0014613F">
      <w:pPr>
        <w:rPr>
          <w:rStyle w:val="Authorinstruction"/>
        </w:rPr>
      </w:pPr>
      <w:r w:rsidRPr="00891FFE">
        <w:rPr>
          <w:rStyle w:val="Authorinstruction"/>
        </w:rPr>
        <w:t>A20.3</w:t>
      </w:r>
      <w:r w:rsidRPr="00891FFE">
        <w:rPr>
          <w:rStyle w:val="Authorinstruction"/>
        </w:rPr>
        <w:tab/>
      </w:r>
      <w:r w:rsidR="008B2A16">
        <w:rPr>
          <w:rStyle w:val="Authorinstruction"/>
        </w:rPr>
        <w:t>XXXX</w:t>
      </w:r>
    </w:p>
    <w:p w14:paraId="43DAB494" w14:textId="62FF980E" w:rsidR="0014613F" w:rsidRPr="00891FFE" w:rsidRDefault="0014613F" w:rsidP="0014613F">
      <w:pPr>
        <w:rPr>
          <w:rStyle w:val="Authorinstruction"/>
        </w:rPr>
      </w:pPr>
      <w:r w:rsidRPr="00891FFE">
        <w:rPr>
          <w:rStyle w:val="Authorinstruction"/>
        </w:rPr>
        <w:t>A20.4</w:t>
      </w:r>
      <w:r w:rsidRPr="00891FFE">
        <w:rPr>
          <w:rStyle w:val="Authorinstruction"/>
        </w:rPr>
        <w:tab/>
      </w:r>
      <w:r w:rsidR="008B2A16">
        <w:rPr>
          <w:rStyle w:val="Authorinstruction"/>
        </w:rPr>
        <w:t>XXXX</w:t>
      </w:r>
    </w:p>
    <w:p w14:paraId="472ACD89" w14:textId="77777777" w:rsidR="006B7E6D" w:rsidRPr="006B7E6D" w:rsidRDefault="006B7E6D" w:rsidP="006B7E6D"/>
    <w:sectPr w:rsidR="006B7E6D" w:rsidRPr="006B7E6D" w:rsidSect="00F813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5" w:right="1134" w:bottom="1134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3E67A" w14:textId="77777777" w:rsidR="00974C69" w:rsidRDefault="00974C69" w:rsidP="008E21DE">
      <w:pPr>
        <w:spacing w:before="0" w:after="0"/>
      </w:pPr>
      <w:r>
        <w:separator/>
      </w:r>
    </w:p>
    <w:p w14:paraId="345DC25E" w14:textId="77777777" w:rsidR="00974C69" w:rsidRDefault="00974C69"/>
  </w:endnote>
  <w:endnote w:type="continuationSeparator" w:id="0">
    <w:p w14:paraId="06E5653E" w14:textId="77777777" w:rsidR="00974C69" w:rsidRDefault="00974C69" w:rsidP="008E21DE">
      <w:pPr>
        <w:spacing w:before="0" w:after="0"/>
      </w:pPr>
      <w:r>
        <w:continuationSeparator/>
      </w:r>
    </w:p>
    <w:p w14:paraId="2969A975" w14:textId="77777777" w:rsidR="00974C69" w:rsidRDefault="00974C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88F54" w14:textId="77777777" w:rsidR="001A70D0" w:rsidRDefault="001A70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AB73E" w14:textId="048974C2" w:rsidR="00013309" w:rsidRPr="00500DA0" w:rsidRDefault="00000000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97928B5D5B524DAB855730DA42DC0E2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F09F7">
          <w:rPr>
            <w:rFonts w:ascii="ArialMT" w:hAnsi="ArialMT" w:cs="ArialMT"/>
            <w:szCs w:val="16"/>
          </w:rPr>
          <w:t>Form A20 Safety briefing cards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8944A" w14:textId="77777777" w:rsidR="00013309" w:rsidRDefault="00013309" w:rsidP="00013309">
    <w:pPr>
      <w:pStyle w:val="Footer"/>
    </w:pPr>
    <w:r>
      <w:t>Civil Aviation Safety Authority</w:t>
    </w:r>
  </w:p>
  <w:p w14:paraId="5DDDC3DB" w14:textId="45680D94" w:rsidR="00013309" w:rsidRDefault="00000000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F09F7">
          <w:rPr>
            <w:rFonts w:ascii="ArialMT" w:hAnsi="ArialMT" w:cs="ArialMT"/>
            <w:szCs w:val="16"/>
          </w:rPr>
          <w:t>Form A20 Safety briefing cards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7F09F7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7F09F7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1FAF94C2" w14:textId="77777777" w:rsidR="00013309" w:rsidRPr="00A365CA" w:rsidRDefault="00000000" w:rsidP="00013309">
    <w:pPr>
      <w:pStyle w:val="SecurityClassification"/>
    </w:pPr>
    <w:sdt>
      <w:sdtPr>
        <w:rPr>
          <w:color w:val="ED0000"/>
        </w:r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Content>
        <w:r w:rsidR="00463F67" w:rsidRPr="00AD5BDF">
          <w:rPr>
            <w:color w:val="ED0000"/>
          </w:rPr>
          <w:t>Official</w:t>
        </w:r>
      </w:sdtContent>
    </w:sdt>
    <w:r w:rsidR="00463F67" w:rsidRPr="00AD5BDF">
      <w:rPr>
        <w:noProof/>
        <w:color w:val="ED0000"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3C2EB61" wp14:editId="67CC9D83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C38A0D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C2EB61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2FC38A0D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F308A" w14:textId="77777777" w:rsidR="00974C69" w:rsidRPr="0022402E" w:rsidRDefault="00974C69" w:rsidP="0022402E">
      <w:pPr>
        <w:spacing w:before="240"/>
        <w:rPr>
          <w:lang w:val="en-US"/>
        </w:rPr>
      </w:pPr>
      <w:r w:rsidRPr="00AD5BDF">
        <w:rPr>
          <w:color w:val="095A75" w:themeColor="accent1" w:themeShade="80"/>
          <w:lang w:val="en-US"/>
        </w:rPr>
        <w:t>____</w:t>
      </w:r>
    </w:p>
  </w:footnote>
  <w:footnote w:type="continuationSeparator" w:id="0">
    <w:p w14:paraId="2733B28B" w14:textId="77777777" w:rsidR="00974C69" w:rsidRDefault="00974C69" w:rsidP="008E21DE">
      <w:pPr>
        <w:spacing w:before="0" w:after="0"/>
      </w:pPr>
      <w:r>
        <w:continuationSeparator/>
      </w:r>
    </w:p>
    <w:p w14:paraId="05553F9D" w14:textId="77777777" w:rsidR="00974C69" w:rsidRDefault="00974C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EA74B" w14:textId="77777777" w:rsidR="001A70D0" w:rsidRDefault="001A70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F0696" w14:textId="77777777" w:rsidR="00DD684D" w:rsidRDefault="00DD684D" w:rsidP="00DD684D">
    <w:pPr>
      <w:pStyle w:val="Header"/>
    </w:pPr>
    <w:r>
      <w:t>ORGANISATION NAME/DETAILS</w:t>
    </w:r>
  </w:p>
  <w:p w14:paraId="7D0CA984" w14:textId="77777777" w:rsidR="00013309" w:rsidRPr="00DD684D" w:rsidRDefault="00000000" w:rsidP="001A70D0">
    <w:pPr>
      <w:pStyle w:val="Header"/>
      <w:spacing w:after="120"/>
    </w:pPr>
    <w:r>
      <w:pict w14:anchorId="7C953944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1F186" w14:textId="77777777" w:rsidR="00463F67" w:rsidRPr="00AD5BDF" w:rsidRDefault="00000000" w:rsidP="00463F67">
    <w:pPr>
      <w:pStyle w:val="SecurityClassification"/>
      <w:spacing w:after="360"/>
      <w:rPr>
        <w:color w:val="ED0000"/>
      </w:rPr>
    </w:pPr>
    <w:sdt>
      <w:sdtPr>
        <w:rPr>
          <w:color w:val="ED0000"/>
        </w:r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Content>
        <w:r w:rsidR="00463F67" w:rsidRPr="00AD5BDF">
          <w:rPr>
            <w:color w:val="ED0000"/>
          </w:rPr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9F7"/>
    <w:rsid w:val="00013309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4613F"/>
    <w:rsid w:val="00167A69"/>
    <w:rsid w:val="00176B72"/>
    <w:rsid w:val="00195255"/>
    <w:rsid w:val="001A70D0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22FFC"/>
    <w:rsid w:val="0043353F"/>
    <w:rsid w:val="0046274F"/>
    <w:rsid w:val="00463F67"/>
    <w:rsid w:val="00481C28"/>
    <w:rsid w:val="00496095"/>
    <w:rsid w:val="004A6B98"/>
    <w:rsid w:val="004B18C3"/>
    <w:rsid w:val="004B4B57"/>
    <w:rsid w:val="00500DA0"/>
    <w:rsid w:val="00534D53"/>
    <w:rsid w:val="00535289"/>
    <w:rsid w:val="005408E0"/>
    <w:rsid w:val="00546F0F"/>
    <w:rsid w:val="005611E7"/>
    <w:rsid w:val="00572028"/>
    <w:rsid w:val="005872EE"/>
    <w:rsid w:val="00593CFA"/>
    <w:rsid w:val="005A368C"/>
    <w:rsid w:val="005C599A"/>
    <w:rsid w:val="005E1EA0"/>
    <w:rsid w:val="00621AA4"/>
    <w:rsid w:val="00643763"/>
    <w:rsid w:val="0065343E"/>
    <w:rsid w:val="0067193F"/>
    <w:rsid w:val="00680F04"/>
    <w:rsid w:val="0069176C"/>
    <w:rsid w:val="0069504E"/>
    <w:rsid w:val="006B067A"/>
    <w:rsid w:val="006B7E6D"/>
    <w:rsid w:val="006D2AAE"/>
    <w:rsid w:val="006D4A3D"/>
    <w:rsid w:val="006E386E"/>
    <w:rsid w:val="00761DF2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7F09F7"/>
    <w:rsid w:val="0082494A"/>
    <w:rsid w:val="00825B16"/>
    <w:rsid w:val="00841B5A"/>
    <w:rsid w:val="00876B16"/>
    <w:rsid w:val="00883AB1"/>
    <w:rsid w:val="00884576"/>
    <w:rsid w:val="008B223F"/>
    <w:rsid w:val="008B2A16"/>
    <w:rsid w:val="008B5F0D"/>
    <w:rsid w:val="008B62F1"/>
    <w:rsid w:val="008D3459"/>
    <w:rsid w:val="008E21DE"/>
    <w:rsid w:val="008F2E67"/>
    <w:rsid w:val="008F6729"/>
    <w:rsid w:val="0093424E"/>
    <w:rsid w:val="00961649"/>
    <w:rsid w:val="00966185"/>
    <w:rsid w:val="00971C95"/>
    <w:rsid w:val="00974C69"/>
    <w:rsid w:val="00977C26"/>
    <w:rsid w:val="00984B18"/>
    <w:rsid w:val="009A0A7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0C50"/>
    <w:rsid w:val="00A51A9F"/>
    <w:rsid w:val="00A54503"/>
    <w:rsid w:val="00A56018"/>
    <w:rsid w:val="00A56A12"/>
    <w:rsid w:val="00A670E9"/>
    <w:rsid w:val="00A8475F"/>
    <w:rsid w:val="00A85DE5"/>
    <w:rsid w:val="00AB12D5"/>
    <w:rsid w:val="00AD5BDF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0E30"/>
    <w:rsid w:val="00E2309B"/>
    <w:rsid w:val="00E5425D"/>
    <w:rsid w:val="00E67411"/>
    <w:rsid w:val="00E70E31"/>
    <w:rsid w:val="00E819EA"/>
    <w:rsid w:val="00E9794A"/>
    <w:rsid w:val="00F34BEE"/>
    <w:rsid w:val="00F81326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1AC740"/>
  <w15:chartTrackingRefBased/>
  <w15:docId w15:val="{09CA779C-7B92-49E4-B697-DD282021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7F09F7"/>
    <w:rPr>
      <w:kern w:val="32"/>
    </w:rPr>
  </w:style>
  <w:style w:type="character" w:customStyle="1" w:styleId="Authorinstruction">
    <w:name w:val="Author instruction"/>
    <w:uiPriority w:val="1"/>
    <w:qFormat/>
    <w:rsid w:val="0014613F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928B5D5B524DAB855730DA42DC0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022EC-D67B-4844-9085-5BCBA100D7D7}"/>
      </w:docPartPr>
      <w:docPartBody>
        <w:p w:rsidR="00C958A0" w:rsidRDefault="00C958A0">
          <w:pPr>
            <w:pStyle w:val="97928B5D5B524DAB855730DA42DC0E2B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8A0"/>
    <w:rsid w:val="00266C57"/>
    <w:rsid w:val="005E1EA0"/>
    <w:rsid w:val="00825B16"/>
    <w:rsid w:val="00C958A0"/>
    <w:rsid w:val="00D26448"/>
    <w:rsid w:val="00E2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7928B5D5B524DAB855730DA42DC0E2B">
    <w:name w:val="97928B5D5B524DAB855730DA42DC0E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24B8A-71DF-4FF1-ABDC-DE702425331C}">
  <ds:schemaRefs>
    <ds:schemaRef ds:uri="http://schemas.microsoft.com/office/2006/metadata/properties"/>
    <ds:schemaRef ds:uri="http://schemas.microsoft.com/office/infopath/2007/PartnerControls"/>
    <ds:schemaRef ds:uri="147bc000-5d24-4a58-bdb3-1d507d54dc98"/>
    <ds:schemaRef ds:uri="09d1133f-994b-4ec9-8bcd-76b1f6ed9a8c"/>
  </ds:schemaRefs>
</ds:datastoreItem>
</file>

<file path=customXml/itemProps4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2</TotalTime>
  <Pages>1</Pages>
  <Words>13</Words>
  <Characters>65</Characters>
  <Application>Microsoft Office Word</Application>
  <DocSecurity>0</DocSecurity>
  <Lines>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A20 Safety briefing cards</vt:lpstr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A20 Safety briefing cards</dc:title>
  <dc:subject/>
  <dc:creator>Bartholomew, Tina</dc:creator>
  <cp:keywords/>
  <dc:description/>
  <cp:lastModifiedBy>Bartholomew, Tina</cp:lastModifiedBy>
  <cp:revision>9</cp:revision>
  <dcterms:created xsi:type="dcterms:W3CDTF">2025-11-24T01:45:00Z</dcterms:created>
  <dcterms:modified xsi:type="dcterms:W3CDTF">2025-11-26T02:16:00Z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NOS-2025-0054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